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68C648F8" w:rsidR="000C7F36" w:rsidRPr="008A62B0" w:rsidRDefault="00BD56EB" w:rsidP="00B47E58">
      <w:pPr>
        <w:pStyle w:val="Heading2"/>
        <w:rPr>
          <w:rFonts w:ascii="Helvetica" w:hAnsi="Helvetica"/>
        </w:rPr>
      </w:pPr>
      <w:r>
        <w:rPr>
          <w:rFonts w:ascii="Helvetica" w:hAnsi="Helvetica"/>
        </w:rPr>
        <w:t>Quarterly Social Media Analysis Checklist</w:t>
      </w:r>
    </w:p>
    <w:p w14:paraId="0E96A5D2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Decide your time pe</w:t>
      </w:r>
      <w:bookmarkStart w:id="0" w:name="_GoBack"/>
      <w:bookmarkEnd w:id="0"/>
      <w:r w:rsidRPr="006D1600">
        <w:rPr>
          <w:rFonts w:ascii="Helvetica" w:hAnsi="Helvetica"/>
        </w:rPr>
        <w:t>riod for analysis.</w:t>
      </w:r>
    </w:p>
    <w:p w14:paraId="44641B6B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Create report template.</w:t>
      </w:r>
    </w:p>
    <w:p w14:paraId="4F7C9F34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Gather data.</w:t>
      </w:r>
    </w:p>
    <w:p w14:paraId="7AF464BB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Analyze data.</w:t>
      </w:r>
    </w:p>
    <w:p w14:paraId="0CC947C8" w14:textId="77777777" w:rsidR="006D1600" w:rsidRPr="006D1600" w:rsidRDefault="006D1600" w:rsidP="006D1600">
      <w:pPr>
        <w:pStyle w:val="ListParagraph"/>
        <w:numPr>
          <w:ilvl w:val="1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Note trends.</w:t>
      </w:r>
    </w:p>
    <w:p w14:paraId="20D38239" w14:textId="77777777" w:rsidR="006D1600" w:rsidRPr="006D1600" w:rsidRDefault="006D1600" w:rsidP="006D1600">
      <w:pPr>
        <w:pStyle w:val="ListParagraph"/>
        <w:numPr>
          <w:ilvl w:val="1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Observe if the team is meeting their goals.</w:t>
      </w:r>
    </w:p>
    <w:p w14:paraId="6D3791E1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Prepare report.</w:t>
      </w:r>
    </w:p>
    <w:p w14:paraId="07E46864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Send to client/upper management.</w:t>
      </w:r>
    </w:p>
    <w:p w14:paraId="60857D59" w14:textId="77777777" w:rsidR="006D1600" w:rsidRPr="006D1600" w:rsidRDefault="006D1600" w:rsidP="006D1600">
      <w:pPr>
        <w:pStyle w:val="ListParagraph"/>
        <w:numPr>
          <w:ilvl w:val="0"/>
          <w:numId w:val="26"/>
        </w:numPr>
        <w:rPr>
          <w:rFonts w:ascii="Helvetica" w:hAnsi="Helvetica"/>
        </w:rPr>
      </w:pPr>
      <w:r w:rsidRPr="006D1600">
        <w:rPr>
          <w:rFonts w:ascii="Helvetica" w:hAnsi="Helvetica"/>
        </w:rPr>
        <w:t>Decide if strategy adjustment is needed based on the analysis.</w:t>
      </w: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 w:rsidSect="00BC4C00">
      <w:footerReference w:type="default" r:id="rId7"/>
      <w:pgSz w:w="12240" w:h="15840"/>
      <w:pgMar w:top="1901" w:right="1008" w:bottom="144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DF953" w14:textId="77777777" w:rsidR="00174B8C" w:rsidRDefault="00174B8C">
      <w:pPr>
        <w:spacing w:before="0" w:after="0" w:line="240" w:lineRule="auto"/>
      </w:pPr>
      <w:r>
        <w:separator/>
      </w:r>
    </w:p>
    <w:p w14:paraId="0FA28812" w14:textId="77777777" w:rsidR="00174B8C" w:rsidRDefault="00174B8C"/>
  </w:endnote>
  <w:endnote w:type="continuationSeparator" w:id="0">
    <w:p w14:paraId="7982D672" w14:textId="77777777" w:rsidR="00174B8C" w:rsidRDefault="00174B8C">
      <w:pPr>
        <w:spacing w:before="0" w:after="0" w:line="240" w:lineRule="auto"/>
      </w:pPr>
      <w:r>
        <w:continuationSeparator/>
      </w:r>
    </w:p>
    <w:p w14:paraId="2B69C1EF" w14:textId="77777777" w:rsidR="00174B8C" w:rsidRDefault="00174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FA11F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F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08AFA" w14:textId="77777777" w:rsidR="00174B8C" w:rsidRDefault="00174B8C">
      <w:pPr>
        <w:spacing w:before="0" w:after="0" w:line="240" w:lineRule="auto"/>
      </w:pPr>
      <w:r>
        <w:separator/>
      </w:r>
    </w:p>
    <w:p w14:paraId="6AA09067" w14:textId="77777777" w:rsidR="00174B8C" w:rsidRDefault="00174B8C"/>
  </w:footnote>
  <w:footnote w:type="continuationSeparator" w:id="0">
    <w:p w14:paraId="5EBE8F28" w14:textId="77777777" w:rsidR="00174B8C" w:rsidRDefault="00174B8C">
      <w:pPr>
        <w:spacing w:before="0" w:after="0" w:line="240" w:lineRule="auto"/>
      </w:pPr>
      <w:r>
        <w:continuationSeparator/>
      </w:r>
    </w:p>
    <w:p w14:paraId="4F86E166" w14:textId="77777777" w:rsidR="00174B8C" w:rsidRDefault="00174B8C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7D0946"/>
    <w:multiLevelType w:val="hybridMultilevel"/>
    <w:tmpl w:val="DD049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54AF"/>
    <w:multiLevelType w:val="multilevel"/>
    <w:tmpl w:val="F6F2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A1368"/>
    <w:multiLevelType w:val="hybridMultilevel"/>
    <w:tmpl w:val="417EF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51FE0"/>
    <w:multiLevelType w:val="hybridMultilevel"/>
    <w:tmpl w:val="35DC9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E3B4C"/>
    <w:multiLevelType w:val="hybridMultilevel"/>
    <w:tmpl w:val="33DE1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9F5573"/>
    <w:multiLevelType w:val="multilevel"/>
    <w:tmpl w:val="A9584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806932"/>
    <w:multiLevelType w:val="multilevel"/>
    <w:tmpl w:val="E2267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B156B3"/>
    <w:multiLevelType w:val="multilevel"/>
    <w:tmpl w:val="AF7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090F70"/>
    <w:multiLevelType w:val="multilevel"/>
    <w:tmpl w:val="DF20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2"/>
  </w:num>
  <w:num w:numId="5">
    <w:abstractNumId w:val="10"/>
  </w:num>
  <w:num w:numId="6">
    <w:abstractNumId w:val="13"/>
  </w:num>
  <w:num w:numId="7">
    <w:abstractNumId w:val="3"/>
  </w:num>
  <w:num w:numId="8">
    <w:abstractNumId w:val="19"/>
  </w:num>
  <w:num w:numId="9">
    <w:abstractNumId w:val="20"/>
  </w:num>
  <w:num w:numId="10">
    <w:abstractNumId w:val="20"/>
    <w:lvlOverride w:ilvl="1">
      <w:lvl w:ilvl="1">
        <w:numFmt w:val="lowerLetter"/>
        <w:lvlText w:val="%2."/>
        <w:lvlJc w:val="left"/>
      </w:lvl>
    </w:lvlOverride>
  </w:num>
  <w:num w:numId="11">
    <w:abstractNumId w:val="20"/>
    <w:lvlOverride w:ilvl="1">
      <w:lvl w:ilvl="1">
        <w:numFmt w:val="lowerLetter"/>
        <w:lvlText w:val="%2."/>
        <w:lvlJc w:val="left"/>
      </w:lvl>
    </w:lvlOverride>
  </w:num>
  <w:num w:numId="12">
    <w:abstractNumId w:val="17"/>
  </w:num>
  <w:num w:numId="13">
    <w:abstractNumId w:val="8"/>
  </w:num>
  <w:num w:numId="14">
    <w:abstractNumId w:val="6"/>
  </w:num>
  <w:num w:numId="15">
    <w:abstractNumId w:val="16"/>
  </w:num>
  <w:num w:numId="16">
    <w:abstractNumId w:val="16"/>
    <w:lvlOverride w:ilvl="1">
      <w:lvl w:ilvl="1">
        <w:numFmt w:val="lowerLetter"/>
        <w:lvlText w:val="%2."/>
        <w:lvlJc w:val="left"/>
      </w:lvl>
    </w:lvlOverride>
  </w:num>
  <w:num w:numId="17">
    <w:abstractNumId w:val="15"/>
  </w:num>
  <w:num w:numId="18">
    <w:abstractNumId w:val="11"/>
  </w:num>
  <w:num w:numId="19">
    <w:abstractNumId w:val="4"/>
  </w:num>
  <w:num w:numId="20">
    <w:abstractNumId w:val="2"/>
  </w:num>
  <w:num w:numId="21">
    <w:abstractNumId w:val="14"/>
  </w:num>
  <w:num w:numId="22">
    <w:abstractNumId w:val="14"/>
    <w:lvlOverride w:ilvl="1">
      <w:lvl w:ilvl="1">
        <w:numFmt w:val="lowerLetter"/>
        <w:lvlText w:val="%2."/>
        <w:lvlJc w:val="left"/>
      </w:lvl>
    </w:lvlOverride>
  </w:num>
  <w:num w:numId="23">
    <w:abstractNumId w:val="5"/>
  </w:num>
  <w:num w:numId="24">
    <w:abstractNumId w:val="18"/>
  </w:num>
  <w:num w:numId="25">
    <w:abstractNumId w:val="18"/>
    <w:lvlOverride w:ilvl="1">
      <w:lvl w:ilvl="1">
        <w:numFmt w:val="lowerLetter"/>
        <w:lvlText w:val="%2."/>
        <w:lvlJc w:val="left"/>
      </w:lvl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B1260"/>
    <w:rsid w:val="000C7F36"/>
    <w:rsid w:val="00174B8C"/>
    <w:rsid w:val="00426FFD"/>
    <w:rsid w:val="006D1600"/>
    <w:rsid w:val="007B3CC1"/>
    <w:rsid w:val="008A62B0"/>
    <w:rsid w:val="00B47E58"/>
    <w:rsid w:val="00BC4C00"/>
    <w:rsid w:val="00BD56EB"/>
    <w:rsid w:val="00DC19A9"/>
    <w:rsid w:val="00EB48AD"/>
    <w:rsid w:val="00FA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ListParagraph">
    <w:name w:val="List Paragraph"/>
    <w:basedOn w:val="Normal"/>
    <w:uiPriority w:val="34"/>
    <w:unhideWhenUsed/>
    <w:qFormat/>
    <w:rsid w:val="0042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2</TotalTime>
  <Pages>1</Pages>
  <Words>45</Words>
  <Characters>262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3</cp:revision>
  <dcterms:created xsi:type="dcterms:W3CDTF">2018-02-23T20:39:00Z</dcterms:created>
  <dcterms:modified xsi:type="dcterms:W3CDTF">2018-02-26T15:47:00Z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